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848" w:rsidRPr="00F13848" w:rsidRDefault="00F13848">
      <w:pPr>
        <w:rPr>
          <w:b/>
          <w:u w:val="single"/>
        </w:rPr>
      </w:pPr>
      <w:r>
        <w:rPr>
          <w:b/>
        </w:rPr>
        <w:tab/>
      </w:r>
      <w:r>
        <w:rPr>
          <w:b/>
        </w:rPr>
        <w:tab/>
      </w:r>
      <w:r>
        <w:rPr>
          <w:b/>
        </w:rPr>
        <w:tab/>
      </w:r>
      <w:r w:rsidRPr="00F13848">
        <w:rPr>
          <w:b/>
          <w:u w:val="single"/>
        </w:rPr>
        <w:t xml:space="preserve">Penned By </w:t>
      </w:r>
      <w:proofErr w:type="gramStart"/>
      <w:r w:rsidRPr="00F13848">
        <w:rPr>
          <w:b/>
          <w:u w:val="single"/>
        </w:rPr>
        <w:t>A</w:t>
      </w:r>
      <w:proofErr w:type="gramEnd"/>
      <w:r w:rsidRPr="00F13848">
        <w:rPr>
          <w:b/>
          <w:u w:val="single"/>
        </w:rPr>
        <w:t xml:space="preserve"> Prisoner – Daily Writing Challenge</w:t>
      </w:r>
    </w:p>
    <w:p w:rsidR="0064282D" w:rsidRPr="00495EFA" w:rsidRDefault="0064282D">
      <w:pPr>
        <w:rPr>
          <w:b/>
        </w:rPr>
      </w:pPr>
      <w:r w:rsidRPr="00495EFA">
        <w:rPr>
          <w:b/>
        </w:rPr>
        <w:t xml:space="preserve">Budding writer or got something to say? </w:t>
      </w:r>
    </w:p>
    <w:p w:rsidR="0064282D" w:rsidRDefault="00495EFA">
      <w:r>
        <w:t>#</w:t>
      </w:r>
      <w:proofErr w:type="spellStart"/>
      <w:r>
        <w:t>PennedByAPrisoner</w:t>
      </w:r>
      <w:proofErr w:type="spellEnd"/>
      <w:r>
        <w:t xml:space="preserve"> is a writing project that helps you stay in touch with the community outside. It gives you the opportunity to share your thoughts, stories and poems with the world beyond the prison walls. </w:t>
      </w:r>
    </w:p>
    <w:p w:rsidR="0072543A" w:rsidRPr="00A15583" w:rsidRDefault="00A15583" w:rsidP="004B37B3">
      <w:r>
        <w:t>To take</w:t>
      </w:r>
      <w:r w:rsidR="00724A1B">
        <w:t xml:space="preserve"> part in </w:t>
      </w:r>
      <w:r w:rsidR="00724A1B" w:rsidRPr="00A15583">
        <w:t xml:space="preserve">the </w:t>
      </w:r>
      <w:r w:rsidRPr="00A15583">
        <w:rPr>
          <w:b/>
        </w:rPr>
        <w:t xml:space="preserve">Penned </w:t>
      </w:r>
      <w:proofErr w:type="gramStart"/>
      <w:r w:rsidRPr="00A15583">
        <w:rPr>
          <w:b/>
        </w:rPr>
        <w:t>By A</w:t>
      </w:r>
      <w:proofErr w:type="gramEnd"/>
      <w:r w:rsidRPr="00A15583">
        <w:rPr>
          <w:b/>
        </w:rPr>
        <w:t xml:space="preserve"> Prisoner </w:t>
      </w:r>
      <w:r>
        <w:rPr>
          <w:b/>
        </w:rPr>
        <w:t>d</w:t>
      </w:r>
      <w:r w:rsidR="00EE269F" w:rsidRPr="00A15583">
        <w:rPr>
          <w:b/>
        </w:rPr>
        <w:t>aily</w:t>
      </w:r>
      <w:r w:rsidR="00E8205C">
        <w:t xml:space="preserve"> </w:t>
      </w:r>
      <w:r>
        <w:rPr>
          <w:b/>
        </w:rPr>
        <w:t>w</w:t>
      </w:r>
      <w:r w:rsidR="00EE269F">
        <w:rPr>
          <w:b/>
        </w:rPr>
        <w:t xml:space="preserve">riting </w:t>
      </w:r>
      <w:r>
        <w:rPr>
          <w:b/>
        </w:rPr>
        <w:t>c</w:t>
      </w:r>
      <w:r w:rsidR="00E8205C" w:rsidRPr="00E8205C">
        <w:rPr>
          <w:b/>
        </w:rPr>
        <w:t>hallenge</w:t>
      </w:r>
      <w:r>
        <w:t>, set aside time each day to write</w:t>
      </w:r>
      <w:r w:rsidR="00272D1D">
        <w:t xml:space="preserve"> and follow the themes below</w:t>
      </w:r>
      <w:r>
        <w:t>. All you need is a pen, paper and imagination!</w:t>
      </w:r>
    </w:p>
    <w:tbl>
      <w:tblPr>
        <w:tblStyle w:val="TableGrid"/>
        <w:tblW w:w="0" w:type="auto"/>
        <w:tblLook w:val="04A0" w:firstRow="1" w:lastRow="0" w:firstColumn="1" w:lastColumn="0" w:noHBand="0" w:noVBand="1"/>
      </w:tblPr>
      <w:tblGrid>
        <w:gridCol w:w="2122"/>
        <w:gridCol w:w="6894"/>
      </w:tblGrid>
      <w:tr w:rsidR="00902974" w:rsidTr="00902974">
        <w:tc>
          <w:tcPr>
            <w:tcW w:w="2122" w:type="dxa"/>
          </w:tcPr>
          <w:p w:rsidR="00902974" w:rsidRDefault="00193DE4" w:rsidP="004B37B3">
            <w:r>
              <w:rPr>
                <w:b/>
              </w:rPr>
              <w:t>Day 11</w:t>
            </w:r>
          </w:p>
          <w:p w:rsidR="00902974" w:rsidRDefault="00902974" w:rsidP="004B37B3"/>
          <w:p w:rsidR="00902974" w:rsidRDefault="00902974" w:rsidP="004B37B3"/>
        </w:tc>
        <w:tc>
          <w:tcPr>
            <w:tcW w:w="6894" w:type="dxa"/>
          </w:tcPr>
          <w:p w:rsidR="006B6AAD" w:rsidRPr="00902974" w:rsidRDefault="00193DE4" w:rsidP="00902974">
            <w:pPr>
              <w:rPr>
                <w:b/>
              </w:rPr>
            </w:pPr>
            <w:r>
              <w:rPr>
                <w:b/>
              </w:rPr>
              <w:t xml:space="preserve">Theme: </w:t>
            </w:r>
            <w:r w:rsidR="00C2271A">
              <w:rPr>
                <w:b/>
              </w:rPr>
              <w:t xml:space="preserve">Opposite </w:t>
            </w:r>
          </w:p>
          <w:p w:rsidR="00902974" w:rsidRPr="00902974" w:rsidRDefault="00902974" w:rsidP="00902974">
            <w:pPr>
              <w:rPr>
                <w:b/>
              </w:rPr>
            </w:pPr>
          </w:p>
          <w:p w:rsidR="00C2271A" w:rsidRDefault="00902974" w:rsidP="00C2271A">
            <w:pPr>
              <w:rPr>
                <w:i/>
              </w:rPr>
            </w:pPr>
            <w:r>
              <w:rPr>
                <w:b/>
              </w:rPr>
              <w:t>Definition:</w:t>
            </w:r>
            <w:r w:rsidRPr="0087457B">
              <w:rPr>
                <w:i/>
              </w:rPr>
              <w:t xml:space="preserve"> </w:t>
            </w:r>
            <w:r w:rsidR="00C2271A">
              <w:rPr>
                <w:i/>
              </w:rPr>
              <w:t>1. So</w:t>
            </w:r>
            <w:r w:rsidR="00C2271A" w:rsidRPr="00C2271A">
              <w:rPr>
                <w:i/>
              </w:rPr>
              <w:t>meone or something that is completely different from someone or something else.</w:t>
            </w:r>
          </w:p>
          <w:p w:rsidR="00C2271A" w:rsidRDefault="00C2271A" w:rsidP="00C2271A">
            <w:pPr>
              <w:rPr>
                <w:i/>
              </w:rPr>
            </w:pPr>
            <w:r>
              <w:rPr>
                <w:i/>
              </w:rPr>
              <w:t xml:space="preserve">2. In a position facing a specified person or thing e.g. </w:t>
            </w:r>
            <w:r w:rsidRPr="00C2271A">
              <w:rPr>
                <w:i/>
              </w:rPr>
              <w:t>"she was sitting almost opposite"</w:t>
            </w:r>
            <w:r>
              <w:rPr>
                <w:i/>
              </w:rPr>
              <w:t xml:space="preserve">. </w:t>
            </w:r>
          </w:p>
          <w:p w:rsidR="00902974" w:rsidRPr="0087457B" w:rsidRDefault="00902974" w:rsidP="00902974">
            <w:pPr>
              <w:rPr>
                <w:i/>
              </w:rPr>
            </w:pPr>
          </w:p>
          <w:p w:rsidR="00902974" w:rsidRPr="00687C15" w:rsidRDefault="00687C15" w:rsidP="00902974">
            <w:r>
              <w:rPr>
                <w:b/>
              </w:rPr>
              <w:t xml:space="preserve">Writing tips: </w:t>
            </w:r>
            <w:r>
              <w:t xml:space="preserve">Lots of people hate spiders. Write a page in defence of spiders and why we should love them. Put yourself in the spider’s shoes – how might they feel? Do spiders help us? </w:t>
            </w:r>
          </w:p>
          <w:p w:rsidR="006B6AAD" w:rsidRDefault="006B6AAD" w:rsidP="00902974"/>
          <w:p w:rsidR="001069A1" w:rsidRDefault="00902974" w:rsidP="006B6AAD">
            <w:r>
              <w:t xml:space="preserve">If you like creative writing, </w:t>
            </w:r>
            <w:r w:rsidR="0042473C">
              <w:t xml:space="preserve">write a story </w:t>
            </w:r>
            <w:r w:rsidR="00687C15">
              <w:t xml:space="preserve">where the events unfold the opposite way round (start at the end of the story and write backwards from that point). </w:t>
            </w:r>
          </w:p>
          <w:p w:rsidR="001069A1" w:rsidRDefault="001069A1" w:rsidP="006B6AAD"/>
          <w:p w:rsidR="009309A1" w:rsidRDefault="001069A1" w:rsidP="006B6AAD">
            <w:r>
              <w:t xml:space="preserve">For example, if you write about a running race, start when your main character crosses the finish line – and then </w:t>
            </w:r>
            <w:r w:rsidR="007552FF">
              <w:t xml:space="preserve">tell the story </w:t>
            </w:r>
            <w:r w:rsidR="002E2034">
              <w:t>that le</w:t>
            </w:r>
            <w:r>
              <w:t xml:space="preserve">d them there. </w:t>
            </w:r>
          </w:p>
          <w:p w:rsidR="006B6AAD" w:rsidRDefault="006B6AAD" w:rsidP="006B6AAD"/>
        </w:tc>
      </w:tr>
      <w:tr w:rsidR="00902974" w:rsidTr="00902974">
        <w:tc>
          <w:tcPr>
            <w:tcW w:w="2122" w:type="dxa"/>
          </w:tcPr>
          <w:p w:rsidR="00902974" w:rsidRPr="00E8205C" w:rsidRDefault="00181A31" w:rsidP="004B37B3">
            <w:pPr>
              <w:rPr>
                <w:b/>
              </w:rPr>
            </w:pPr>
            <w:r>
              <w:rPr>
                <w:b/>
              </w:rPr>
              <w:t xml:space="preserve">Day 12 </w:t>
            </w:r>
          </w:p>
        </w:tc>
        <w:tc>
          <w:tcPr>
            <w:tcW w:w="6894" w:type="dxa"/>
          </w:tcPr>
          <w:p w:rsidR="00902974" w:rsidRDefault="00902974" w:rsidP="00902974">
            <w:pPr>
              <w:rPr>
                <w:b/>
              </w:rPr>
            </w:pPr>
            <w:r>
              <w:rPr>
                <w:b/>
              </w:rPr>
              <w:t xml:space="preserve">Theme: </w:t>
            </w:r>
            <w:r w:rsidR="0042473C">
              <w:rPr>
                <w:b/>
              </w:rPr>
              <w:t xml:space="preserve">Comic </w:t>
            </w:r>
          </w:p>
          <w:p w:rsidR="00902974" w:rsidRPr="00902974" w:rsidRDefault="00902974" w:rsidP="00902974">
            <w:pPr>
              <w:rPr>
                <w:b/>
              </w:rPr>
            </w:pPr>
          </w:p>
          <w:p w:rsidR="00181A31" w:rsidRDefault="00902974" w:rsidP="00902974">
            <w:pPr>
              <w:rPr>
                <w:i/>
              </w:rPr>
            </w:pPr>
            <w:r>
              <w:rPr>
                <w:b/>
              </w:rPr>
              <w:t xml:space="preserve">Definition: </w:t>
            </w:r>
            <w:r w:rsidR="00181A31">
              <w:rPr>
                <w:i/>
              </w:rPr>
              <w:t xml:space="preserve">1. Causing or meant to cause laughter. </w:t>
            </w:r>
          </w:p>
          <w:p w:rsidR="00902974" w:rsidRDefault="00181A31" w:rsidP="00902974">
            <w:pPr>
              <w:rPr>
                <w:i/>
              </w:rPr>
            </w:pPr>
            <w:r>
              <w:rPr>
                <w:i/>
              </w:rPr>
              <w:t xml:space="preserve">2. Graphic novels, comic books. </w:t>
            </w:r>
          </w:p>
          <w:p w:rsidR="00181A31" w:rsidRDefault="00181A31" w:rsidP="00902974">
            <w:pPr>
              <w:rPr>
                <w:i/>
              </w:rPr>
            </w:pPr>
          </w:p>
          <w:p w:rsidR="00902974" w:rsidRPr="0009383D" w:rsidRDefault="00902974" w:rsidP="00902974">
            <w:r>
              <w:rPr>
                <w:b/>
              </w:rPr>
              <w:t xml:space="preserve">Writing tips: </w:t>
            </w:r>
            <w:r w:rsidR="0009383D" w:rsidRPr="0009383D">
              <w:t>Write and draw your own comic strip.</w:t>
            </w:r>
            <w:r w:rsidR="0009383D">
              <w:rPr>
                <w:b/>
              </w:rPr>
              <w:t xml:space="preserve"> </w:t>
            </w:r>
            <w:r w:rsidR="0009383D" w:rsidRPr="0009383D">
              <w:t>It should consis</w:t>
            </w:r>
            <w:r w:rsidR="00D64F1C">
              <w:t xml:space="preserve">t of four pictures that tell a story about the journey of a coin – where does the coin start? Whose purse or pocket does the coin end up in? What happens to the coin in the end – is it spent? Put in a jar? Dropped on the street? The comic strip is a snapshot of a day in the life of a coin. </w:t>
            </w:r>
          </w:p>
          <w:p w:rsidR="00E8205C" w:rsidRDefault="00E8205C" w:rsidP="00902974"/>
          <w:p w:rsidR="00D64F1C" w:rsidRDefault="00902974" w:rsidP="00D64F1C">
            <w:r>
              <w:t xml:space="preserve">If you like creative writing, </w:t>
            </w:r>
            <w:r w:rsidR="00D64F1C">
              <w:t xml:space="preserve">write a story or poem about a clown </w:t>
            </w:r>
            <w:r w:rsidR="00262408">
              <w:t xml:space="preserve">that wants </w:t>
            </w:r>
            <w:r w:rsidR="00D64F1C">
              <w:t xml:space="preserve">to quit the circus. What </w:t>
            </w:r>
            <w:r w:rsidR="00262408">
              <w:t xml:space="preserve">do they want to do instead? Are </w:t>
            </w:r>
            <w:r w:rsidR="00DF195D">
              <w:t>they</w:t>
            </w:r>
            <w:r w:rsidR="00262408">
              <w:t xml:space="preserve"> afraid they won’t</w:t>
            </w:r>
            <w:r w:rsidR="00DF195D">
              <w:t xml:space="preserve"> succeed? </w:t>
            </w:r>
            <w:r w:rsidR="0092187F">
              <w:t>If so, h</w:t>
            </w:r>
            <w:r w:rsidR="00DF195D">
              <w:t xml:space="preserve">ow </w:t>
            </w:r>
            <w:r w:rsidR="00262408">
              <w:t xml:space="preserve">do </w:t>
            </w:r>
            <w:r w:rsidR="00DF195D">
              <w:t xml:space="preserve">they overcome that fear? </w:t>
            </w:r>
          </w:p>
          <w:p w:rsidR="00902974" w:rsidRDefault="00902974" w:rsidP="004B37B3"/>
        </w:tc>
      </w:tr>
      <w:tr w:rsidR="00902974" w:rsidTr="00902974">
        <w:tc>
          <w:tcPr>
            <w:tcW w:w="2122" w:type="dxa"/>
          </w:tcPr>
          <w:p w:rsidR="00902974" w:rsidRPr="00E8205C" w:rsidRDefault="00DF195D" w:rsidP="004B37B3">
            <w:pPr>
              <w:rPr>
                <w:b/>
              </w:rPr>
            </w:pPr>
            <w:r>
              <w:rPr>
                <w:b/>
              </w:rPr>
              <w:t>Day 13</w:t>
            </w:r>
          </w:p>
        </w:tc>
        <w:tc>
          <w:tcPr>
            <w:tcW w:w="6894" w:type="dxa"/>
          </w:tcPr>
          <w:p w:rsidR="00E8205C" w:rsidRDefault="00E8205C" w:rsidP="00E8205C">
            <w:pPr>
              <w:rPr>
                <w:b/>
              </w:rPr>
            </w:pPr>
            <w:r>
              <w:rPr>
                <w:b/>
              </w:rPr>
              <w:t xml:space="preserve">Theme: </w:t>
            </w:r>
            <w:r w:rsidR="0092187F">
              <w:rPr>
                <w:b/>
              </w:rPr>
              <w:t>Doors</w:t>
            </w:r>
          </w:p>
          <w:p w:rsidR="00E8205C" w:rsidRPr="00E8205C" w:rsidRDefault="00E8205C" w:rsidP="00E8205C">
            <w:pPr>
              <w:rPr>
                <w:b/>
              </w:rPr>
            </w:pPr>
          </w:p>
          <w:p w:rsidR="00E8205C" w:rsidRDefault="00E8205C" w:rsidP="00E8205C">
            <w:r>
              <w:rPr>
                <w:b/>
              </w:rPr>
              <w:t>Definition:</w:t>
            </w:r>
            <w:r w:rsidRPr="001E391C">
              <w:rPr>
                <w:b/>
                <w:i/>
              </w:rPr>
              <w:t xml:space="preserve"> </w:t>
            </w:r>
            <w:r w:rsidR="001E391C" w:rsidRPr="001E391C">
              <w:rPr>
                <w:i/>
              </w:rPr>
              <w:t>1.</w:t>
            </w:r>
            <w:r w:rsidR="001E391C" w:rsidRPr="001E391C">
              <w:rPr>
                <w:b/>
                <w:i/>
              </w:rPr>
              <w:t xml:space="preserve"> </w:t>
            </w:r>
            <w:r w:rsidR="001E391C" w:rsidRPr="001E391C">
              <w:rPr>
                <w:i/>
              </w:rPr>
              <w:t>A swinging or sliding barrier by which an entry is closed or opened.</w:t>
            </w:r>
            <w:r w:rsidR="001E391C">
              <w:t xml:space="preserve"> </w:t>
            </w:r>
          </w:p>
          <w:p w:rsidR="001E391C" w:rsidRDefault="001E391C" w:rsidP="00E8205C">
            <w:pPr>
              <w:rPr>
                <w:i/>
              </w:rPr>
            </w:pPr>
            <w:r>
              <w:rPr>
                <w:i/>
              </w:rPr>
              <w:t xml:space="preserve">2. </w:t>
            </w:r>
            <w:r w:rsidR="004D14A6">
              <w:rPr>
                <w:i/>
              </w:rPr>
              <w:t xml:space="preserve">A means of access or participation, opportunity. </w:t>
            </w:r>
          </w:p>
          <w:p w:rsidR="004D14A6" w:rsidRDefault="004D14A6" w:rsidP="00E8205C">
            <w:pPr>
              <w:rPr>
                <w:i/>
              </w:rPr>
            </w:pPr>
          </w:p>
          <w:p w:rsidR="002E2034" w:rsidRDefault="00E8205C" w:rsidP="00E8205C">
            <w:r>
              <w:rPr>
                <w:b/>
              </w:rPr>
              <w:lastRenderedPageBreak/>
              <w:t xml:space="preserve">Writing tips: </w:t>
            </w:r>
            <w:r w:rsidR="000E14F3" w:rsidRPr="000E14F3">
              <w:t>What doors do you feel are open</w:t>
            </w:r>
            <w:r w:rsidR="000E14F3">
              <w:rPr>
                <w:b/>
              </w:rPr>
              <w:t xml:space="preserve"> </w:t>
            </w:r>
            <w:r w:rsidR="000E14F3">
              <w:t xml:space="preserve">to you? Are there any doors you feel you can’t get through? </w:t>
            </w:r>
            <w:r w:rsidR="004E098F">
              <w:t>Why?</w:t>
            </w:r>
            <w:r w:rsidR="002E2034">
              <w:t xml:space="preserve"> Not every door is physical – some doors might be how dif</w:t>
            </w:r>
            <w:r w:rsidR="00B07905">
              <w:t xml:space="preserve">ficult or easy it is to access opportunities. </w:t>
            </w:r>
            <w:r w:rsidR="004E098F">
              <w:t xml:space="preserve"> </w:t>
            </w:r>
          </w:p>
          <w:p w:rsidR="002E2034" w:rsidRDefault="002E2034" w:rsidP="00E8205C"/>
          <w:p w:rsidR="000E14F3" w:rsidRDefault="004E098F" w:rsidP="00E8205C">
            <w:r>
              <w:t xml:space="preserve">If you could open the door to any building in the world, which one would you pick? </w:t>
            </w:r>
            <w:r w:rsidR="002E2034">
              <w:t xml:space="preserve">Explain why.  </w:t>
            </w:r>
          </w:p>
          <w:p w:rsidR="004E098F" w:rsidRDefault="004E098F" w:rsidP="00E8205C"/>
          <w:p w:rsidR="009309A1" w:rsidRDefault="00E8205C" w:rsidP="004B37B3">
            <w:r>
              <w:t>If you like creative writin</w:t>
            </w:r>
            <w:r w:rsidR="000E14F3">
              <w:t>g, tell a story or write a p</w:t>
            </w:r>
            <w:r w:rsidR="004E098F">
              <w:t xml:space="preserve">oem about someone running for the </w:t>
            </w:r>
            <w:r w:rsidR="000E14F3">
              <w:t>bus and the doors close before they get there. What is the ripple effect of them missing the bus – are they late for an important appointment? Were they on their way to get married? Write about how</w:t>
            </w:r>
            <w:r w:rsidR="004E098F">
              <w:t xml:space="preserve"> their day unfolds as a result.</w:t>
            </w:r>
          </w:p>
          <w:p w:rsidR="004E098F" w:rsidRDefault="004E098F" w:rsidP="004B37B3"/>
        </w:tc>
      </w:tr>
      <w:tr w:rsidR="00A15583" w:rsidTr="00A15583">
        <w:tc>
          <w:tcPr>
            <w:tcW w:w="2122" w:type="dxa"/>
          </w:tcPr>
          <w:p w:rsidR="00A15583" w:rsidRDefault="001E391C" w:rsidP="00180107">
            <w:r>
              <w:rPr>
                <w:b/>
              </w:rPr>
              <w:lastRenderedPageBreak/>
              <w:t xml:space="preserve">Day </w:t>
            </w:r>
            <w:r w:rsidR="004D22E1">
              <w:rPr>
                <w:b/>
              </w:rPr>
              <w:t>14</w:t>
            </w:r>
          </w:p>
          <w:p w:rsidR="00A15583" w:rsidRDefault="00A15583" w:rsidP="00180107"/>
        </w:tc>
        <w:tc>
          <w:tcPr>
            <w:tcW w:w="6894" w:type="dxa"/>
          </w:tcPr>
          <w:p w:rsidR="00A15583" w:rsidRPr="00902974" w:rsidRDefault="00A15583" w:rsidP="00180107">
            <w:pPr>
              <w:rPr>
                <w:b/>
              </w:rPr>
            </w:pPr>
            <w:r>
              <w:rPr>
                <w:b/>
              </w:rPr>
              <w:t xml:space="preserve">Theme: </w:t>
            </w:r>
            <w:r w:rsidR="002254FF">
              <w:rPr>
                <w:b/>
              </w:rPr>
              <w:t>Question</w:t>
            </w:r>
          </w:p>
          <w:p w:rsidR="00A15583" w:rsidRPr="00902974" w:rsidRDefault="00A15583" w:rsidP="00180107">
            <w:pPr>
              <w:rPr>
                <w:b/>
              </w:rPr>
            </w:pPr>
          </w:p>
          <w:p w:rsidR="00A15583" w:rsidRDefault="00A15583" w:rsidP="00180107">
            <w:pPr>
              <w:rPr>
                <w:i/>
              </w:rPr>
            </w:pPr>
            <w:r>
              <w:rPr>
                <w:b/>
              </w:rPr>
              <w:t xml:space="preserve">Definition: </w:t>
            </w:r>
            <w:r w:rsidR="002254FF" w:rsidRPr="002254FF">
              <w:rPr>
                <w:i/>
              </w:rPr>
              <w:t xml:space="preserve">1. </w:t>
            </w:r>
            <w:r w:rsidR="002254FF">
              <w:rPr>
                <w:i/>
              </w:rPr>
              <w:t xml:space="preserve">A question or phrase used to find out information. </w:t>
            </w:r>
          </w:p>
          <w:p w:rsidR="002254FF" w:rsidRDefault="002254FF" w:rsidP="00180107">
            <w:pPr>
              <w:rPr>
                <w:i/>
              </w:rPr>
            </w:pPr>
            <w:r>
              <w:rPr>
                <w:i/>
              </w:rPr>
              <w:t xml:space="preserve">2. </w:t>
            </w:r>
            <w:r w:rsidR="00396975">
              <w:rPr>
                <w:i/>
              </w:rPr>
              <w:t xml:space="preserve">To consider something. </w:t>
            </w:r>
          </w:p>
          <w:p w:rsidR="00A15583" w:rsidRPr="0087457B" w:rsidRDefault="00A15583" w:rsidP="00180107">
            <w:pPr>
              <w:rPr>
                <w:i/>
              </w:rPr>
            </w:pPr>
          </w:p>
          <w:p w:rsidR="00C461DD" w:rsidRDefault="00A15583" w:rsidP="001E391C">
            <w:r>
              <w:rPr>
                <w:b/>
              </w:rPr>
              <w:t xml:space="preserve">Writing tips: </w:t>
            </w:r>
            <w:r w:rsidR="00866E0F">
              <w:t xml:space="preserve">Think about </w:t>
            </w:r>
            <w:r w:rsidR="00004D49">
              <w:t xml:space="preserve">unspoken rules that </w:t>
            </w:r>
            <w:r w:rsidR="00C461DD">
              <w:t xml:space="preserve">we all follow in everyday life. For example, it is commonly accepted that we don’t eat food off other people’s plate without asking. This is for a good reason – the food belongs to that person, so it makes sense that we don’t do this. </w:t>
            </w:r>
          </w:p>
          <w:p w:rsidR="00C461DD" w:rsidRDefault="00C461DD" w:rsidP="001E391C"/>
          <w:p w:rsidR="007552FF" w:rsidRDefault="00C461DD" w:rsidP="001E391C">
            <w:r>
              <w:t xml:space="preserve">Now think about some of the standards we assign to groups of people. For example, think of phrases like “men don’t cry”. We know that men can, and do, cry. </w:t>
            </w:r>
            <w:r w:rsidR="00F55088">
              <w:t>What kind of stereotypes do phrases or statements like this create? What is the impact of these kind of stereotypes?</w:t>
            </w:r>
          </w:p>
          <w:p w:rsidR="00C461DD" w:rsidRDefault="00C461DD" w:rsidP="001E391C">
            <w:pPr>
              <w:rPr>
                <w:b/>
              </w:rPr>
            </w:pPr>
          </w:p>
          <w:p w:rsidR="007666DA" w:rsidRDefault="007552FF" w:rsidP="001E391C">
            <w:r>
              <w:t xml:space="preserve">If you like creative writing, </w:t>
            </w:r>
            <w:r w:rsidR="00F55088">
              <w:t xml:space="preserve">think about </w:t>
            </w:r>
            <w:r w:rsidR="00142AF5">
              <w:t>fairy tales</w:t>
            </w:r>
            <w:r w:rsidR="00F55088">
              <w:t>. In many of these stories, the prince saves</w:t>
            </w:r>
            <w:r>
              <w:t xml:space="preserve"> the princess. What </w:t>
            </w:r>
            <w:r w:rsidR="00F55088">
              <w:t xml:space="preserve">if the princess saves herself? Write the new version. </w:t>
            </w:r>
          </w:p>
          <w:p w:rsidR="001E391C" w:rsidRDefault="001E391C" w:rsidP="001E391C"/>
        </w:tc>
      </w:tr>
      <w:tr w:rsidR="00A15583" w:rsidTr="00A15583">
        <w:tc>
          <w:tcPr>
            <w:tcW w:w="2122" w:type="dxa"/>
          </w:tcPr>
          <w:p w:rsidR="00A15583" w:rsidRPr="00E8205C" w:rsidRDefault="007562E7" w:rsidP="00180107">
            <w:pPr>
              <w:rPr>
                <w:b/>
              </w:rPr>
            </w:pPr>
            <w:r>
              <w:rPr>
                <w:b/>
              </w:rPr>
              <w:t>Day 15</w:t>
            </w:r>
          </w:p>
        </w:tc>
        <w:tc>
          <w:tcPr>
            <w:tcW w:w="6894" w:type="dxa"/>
          </w:tcPr>
          <w:p w:rsidR="00A15583" w:rsidRDefault="00A15583" w:rsidP="00180107">
            <w:pPr>
              <w:rPr>
                <w:b/>
              </w:rPr>
            </w:pPr>
            <w:r>
              <w:rPr>
                <w:b/>
              </w:rPr>
              <w:t xml:space="preserve">Theme: </w:t>
            </w:r>
            <w:r w:rsidR="002254FF">
              <w:rPr>
                <w:b/>
              </w:rPr>
              <w:t xml:space="preserve">Bars </w:t>
            </w:r>
          </w:p>
          <w:p w:rsidR="00A15583" w:rsidRPr="00902974" w:rsidRDefault="00A15583" w:rsidP="00180107">
            <w:pPr>
              <w:rPr>
                <w:b/>
              </w:rPr>
            </w:pPr>
          </w:p>
          <w:p w:rsidR="00422348" w:rsidRPr="00422348" w:rsidRDefault="00A15583" w:rsidP="00180107">
            <w:pPr>
              <w:rPr>
                <w:i/>
              </w:rPr>
            </w:pPr>
            <w:r>
              <w:rPr>
                <w:b/>
              </w:rPr>
              <w:t xml:space="preserve">Definition: </w:t>
            </w:r>
            <w:r w:rsidR="00422348" w:rsidRPr="00422348">
              <w:rPr>
                <w:i/>
              </w:rPr>
              <w:t xml:space="preserve">1. </w:t>
            </w:r>
            <w:r w:rsidR="00422348">
              <w:rPr>
                <w:i/>
              </w:rPr>
              <w:t>A long, rigid piece of wood or metal, typically used as an obstruction.</w:t>
            </w:r>
          </w:p>
          <w:p w:rsidR="00A15583" w:rsidRPr="00422348" w:rsidRDefault="00422348" w:rsidP="00180107">
            <w:pPr>
              <w:rPr>
                <w:i/>
              </w:rPr>
            </w:pPr>
            <w:r w:rsidRPr="00422348">
              <w:rPr>
                <w:i/>
              </w:rPr>
              <w:t xml:space="preserve">2. </w:t>
            </w:r>
            <w:r w:rsidR="00FC25F3" w:rsidRPr="00422348">
              <w:rPr>
                <w:i/>
              </w:rPr>
              <w:t xml:space="preserve">Any of the short sections or measures, typically of equal time value, into which a piece of music is divided. </w:t>
            </w:r>
          </w:p>
          <w:p w:rsidR="002254FF" w:rsidRDefault="002254FF" w:rsidP="00180107">
            <w:pPr>
              <w:rPr>
                <w:i/>
              </w:rPr>
            </w:pPr>
          </w:p>
          <w:p w:rsidR="00A15583" w:rsidRPr="00422348" w:rsidRDefault="00422348" w:rsidP="00180107">
            <w:r>
              <w:rPr>
                <w:b/>
              </w:rPr>
              <w:t xml:space="preserve">Writing tips: </w:t>
            </w:r>
            <w:r>
              <w:t xml:space="preserve">Think about the lessons you have learnt behind bars. What is the most significant for you? Has someone shared a quote or piece of wisdom that has inspired you on the inside? </w:t>
            </w:r>
            <w:r w:rsidR="001D2166">
              <w:t>What is your advice to others for</w:t>
            </w:r>
            <w:r>
              <w:t xml:space="preserve"> getting through time? </w:t>
            </w:r>
          </w:p>
          <w:p w:rsidR="00A15583" w:rsidRDefault="00A15583" w:rsidP="00180107"/>
          <w:p w:rsidR="001D2166" w:rsidRDefault="00A15583" w:rsidP="00FC25F3">
            <w:r>
              <w:t>If you like creative writing,</w:t>
            </w:r>
            <w:r w:rsidR="003A5CA9">
              <w:t xml:space="preserve"> </w:t>
            </w:r>
            <w:r w:rsidR="00422348">
              <w:t xml:space="preserve">try and write a rap that is at least 16 bars long. What does the beat sound like? </w:t>
            </w:r>
          </w:p>
          <w:p w:rsidR="001D2166" w:rsidRDefault="001D2166" w:rsidP="00FC25F3"/>
          <w:p w:rsidR="00B07905" w:rsidRDefault="001D2166" w:rsidP="00FC25F3">
            <w:r>
              <w:t>If you can, try and e</w:t>
            </w:r>
            <w:r w:rsidR="00422348">
              <w:t xml:space="preserve">xpress </w:t>
            </w:r>
            <w:r>
              <w:t xml:space="preserve">the beat </w:t>
            </w:r>
            <w:r w:rsidR="00422348">
              <w:t>in claps</w:t>
            </w:r>
            <w:r w:rsidR="002E2034">
              <w:t>, alongside your lyrics</w:t>
            </w:r>
            <w:r w:rsidR="00422348">
              <w:t xml:space="preserve"> – for </w:t>
            </w:r>
            <w:r>
              <w:t xml:space="preserve">example: </w:t>
            </w:r>
            <w:r w:rsidRPr="00B07905">
              <w:rPr>
                <w:i/>
              </w:rPr>
              <w:t>clap – c</w:t>
            </w:r>
            <w:r w:rsidR="00B07905">
              <w:rPr>
                <w:i/>
              </w:rPr>
              <w:t xml:space="preserve">lap </w:t>
            </w:r>
            <w:proofErr w:type="spellStart"/>
            <w:r w:rsidR="00B07905">
              <w:rPr>
                <w:i/>
              </w:rPr>
              <w:t>clap</w:t>
            </w:r>
            <w:proofErr w:type="spellEnd"/>
            <w:r w:rsidR="00B07905">
              <w:rPr>
                <w:i/>
              </w:rPr>
              <w:t xml:space="preserve"> </w:t>
            </w:r>
            <w:proofErr w:type="spellStart"/>
            <w:r w:rsidR="002E2034" w:rsidRPr="00B07905">
              <w:rPr>
                <w:i/>
              </w:rPr>
              <w:t>clap</w:t>
            </w:r>
            <w:proofErr w:type="spellEnd"/>
            <w:r w:rsidR="002E2034" w:rsidRPr="00B07905">
              <w:rPr>
                <w:i/>
              </w:rPr>
              <w:t xml:space="preserve"> – pause – clap.</w:t>
            </w:r>
            <w:r w:rsidR="002E2034">
              <w:t xml:space="preserve"> </w:t>
            </w:r>
          </w:p>
          <w:p w:rsidR="00B07905" w:rsidRDefault="00B07905" w:rsidP="00FC25F3"/>
          <w:p w:rsidR="001D2166" w:rsidRDefault="001D2166" w:rsidP="00FC25F3"/>
        </w:tc>
      </w:tr>
      <w:tr w:rsidR="00A15583" w:rsidTr="00A15583">
        <w:tc>
          <w:tcPr>
            <w:tcW w:w="2122" w:type="dxa"/>
          </w:tcPr>
          <w:p w:rsidR="00A15583" w:rsidRPr="00E8205C" w:rsidRDefault="001D2166" w:rsidP="00180107">
            <w:pPr>
              <w:rPr>
                <w:b/>
              </w:rPr>
            </w:pPr>
            <w:r>
              <w:rPr>
                <w:b/>
              </w:rPr>
              <w:lastRenderedPageBreak/>
              <w:t>Day 16</w:t>
            </w:r>
          </w:p>
        </w:tc>
        <w:tc>
          <w:tcPr>
            <w:tcW w:w="6894" w:type="dxa"/>
          </w:tcPr>
          <w:p w:rsidR="00A15583" w:rsidRDefault="00A15583" w:rsidP="00180107">
            <w:pPr>
              <w:rPr>
                <w:b/>
              </w:rPr>
            </w:pPr>
            <w:r>
              <w:rPr>
                <w:b/>
              </w:rPr>
              <w:t xml:space="preserve">Theme: </w:t>
            </w:r>
            <w:r w:rsidR="00A91D4F">
              <w:rPr>
                <w:b/>
              </w:rPr>
              <w:t>Fly</w:t>
            </w:r>
          </w:p>
          <w:p w:rsidR="00A15583" w:rsidRPr="00E8205C" w:rsidRDefault="00A15583" w:rsidP="00180107">
            <w:pPr>
              <w:rPr>
                <w:b/>
              </w:rPr>
            </w:pPr>
          </w:p>
          <w:p w:rsidR="00A15583" w:rsidRDefault="00A15583" w:rsidP="00180107">
            <w:pPr>
              <w:rPr>
                <w:i/>
              </w:rPr>
            </w:pPr>
            <w:r>
              <w:rPr>
                <w:b/>
              </w:rPr>
              <w:t xml:space="preserve">Definition: </w:t>
            </w:r>
            <w:r w:rsidR="00A91D4F">
              <w:rPr>
                <w:i/>
              </w:rPr>
              <w:t>1. To move quickly through the air</w:t>
            </w:r>
            <w:r w:rsidR="00E034CB">
              <w:rPr>
                <w:i/>
              </w:rPr>
              <w:t xml:space="preserve"> with wings</w:t>
            </w:r>
            <w:r w:rsidR="00A91D4F">
              <w:rPr>
                <w:i/>
              </w:rPr>
              <w:t xml:space="preserve">. </w:t>
            </w:r>
          </w:p>
          <w:p w:rsidR="00A91D4F" w:rsidRDefault="00A91D4F" w:rsidP="00180107">
            <w:pPr>
              <w:rPr>
                <w:i/>
              </w:rPr>
            </w:pPr>
            <w:r>
              <w:rPr>
                <w:i/>
              </w:rPr>
              <w:t xml:space="preserve">2. </w:t>
            </w:r>
            <w:r w:rsidR="00E034CB">
              <w:rPr>
                <w:i/>
              </w:rPr>
              <w:t xml:space="preserve">A flying insect e.g. a blue bottle fly. </w:t>
            </w:r>
          </w:p>
          <w:p w:rsidR="002E2034" w:rsidRPr="00A91D4F" w:rsidRDefault="002E2034" w:rsidP="00180107">
            <w:pPr>
              <w:rPr>
                <w:i/>
              </w:rPr>
            </w:pPr>
          </w:p>
          <w:p w:rsidR="00A15583" w:rsidRPr="00727C7A" w:rsidRDefault="00A15583" w:rsidP="00180107">
            <w:r>
              <w:rPr>
                <w:b/>
              </w:rPr>
              <w:t xml:space="preserve">Writing tips: </w:t>
            </w:r>
            <w:r w:rsidR="00727C7A">
              <w:t xml:space="preserve">Think of the phrase “when pigs fly” – this is used to express circumstances that are an impossibility, or the speaker believes would never occur. </w:t>
            </w:r>
            <w:r w:rsidR="00F66D34">
              <w:t xml:space="preserve">Write about someone in history who, against the odds, has overcome great challenges and inspires you. They can come from any country. </w:t>
            </w:r>
          </w:p>
          <w:p w:rsidR="00A15583" w:rsidRDefault="00A15583" w:rsidP="00180107"/>
          <w:p w:rsidR="009309A1" w:rsidRDefault="00727C7A" w:rsidP="00FD3047">
            <w:r>
              <w:t xml:space="preserve">If you like creative writing, write a story or poem about </w:t>
            </w:r>
            <w:r w:rsidR="00F66D34">
              <w:t xml:space="preserve">a fly that gets stuck on the wall of an airplane. Where does the fly end up? How did the fly find themselves on the airplane in the first place? Does the fly manage to get back home? </w:t>
            </w:r>
          </w:p>
          <w:p w:rsidR="00B96CA1" w:rsidRDefault="00B96CA1" w:rsidP="00FD3047"/>
        </w:tc>
      </w:tr>
      <w:tr w:rsidR="00A15583" w:rsidRPr="00CA13EE" w:rsidTr="00A15583">
        <w:tc>
          <w:tcPr>
            <w:tcW w:w="2122" w:type="dxa"/>
          </w:tcPr>
          <w:p w:rsidR="00A15583" w:rsidRDefault="00B96CA1" w:rsidP="00180107">
            <w:pPr>
              <w:rPr>
                <w:b/>
              </w:rPr>
            </w:pPr>
            <w:r>
              <w:rPr>
                <w:b/>
              </w:rPr>
              <w:t>Day 17</w:t>
            </w:r>
          </w:p>
        </w:tc>
        <w:tc>
          <w:tcPr>
            <w:tcW w:w="6894" w:type="dxa"/>
          </w:tcPr>
          <w:p w:rsidR="00A15583" w:rsidRDefault="00A15583" w:rsidP="00180107">
            <w:pPr>
              <w:rPr>
                <w:b/>
              </w:rPr>
            </w:pPr>
            <w:r>
              <w:rPr>
                <w:b/>
              </w:rPr>
              <w:t xml:space="preserve">Theme: </w:t>
            </w:r>
            <w:r w:rsidR="00EA7A0B">
              <w:rPr>
                <w:b/>
              </w:rPr>
              <w:t xml:space="preserve">Paper </w:t>
            </w:r>
          </w:p>
          <w:p w:rsidR="00A15583" w:rsidRDefault="00A15583" w:rsidP="00180107">
            <w:pPr>
              <w:rPr>
                <w:b/>
              </w:rPr>
            </w:pPr>
          </w:p>
          <w:p w:rsidR="00A15583" w:rsidRPr="00EA7A0B" w:rsidRDefault="00A15583" w:rsidP="00180107">
            <w:pPr>
              <w:rPr>
                <w:i/>
              </w:rPr>
            </w:pPr>
            <w:r>
              <w:rPr>
                <w:b/>
              </w:rPr>
              <w:t xml:space="preserve">Definition: </w:t>
            </w:r>
            <w:r w:rsidR="00EA7A0B">
              <w:rPr>
                <w:i/>
              </w:rPr>
              <w:t xml:space="preserve">A sheet of paper with something written or printed on it. </w:t>
            </w:r>
          </w:p>
          <w:p w:rsidR="00A15583" w:rsidRDefault="00A15583" w:rsidP="00180107">
            <w:pPr>
              <w:rPr>
                <w:b/>
              </w:rPr>
            </w:pPr>
          </w:p>
          <w:p w:rsidR="00BC7EB4" w:rsidRDefault="00A15583" w:rsidP="00180107">
            <w:r>
              <w:rPr>
                <w:b/>
              </w:rPr>
              <w:t xml:space="preserve">Writing tips: </w:t>
            </w:r>
            <w:r w:rsidR="002E2034">
              <w:t xml:space="preserve">Make sure to use your free </w:t>
            </w:r>
            <w:r w:rsidR="00144042">
              <w:t xml:space="preserve">weekly letter and write </w:t>
            </w:r>
            <w:r w:rsidR="002D20AC">
              <w:t xml:space="preserve">to a friend or family member </w:t>
            </w:r>
            <w:r w:rsidR="00BC7EB4">
              <w:t xml:space="preserve">on the outside today! Keeping in touch with loved ones is important. </w:t>
            </w:r>
          </w:p>
          <w:p w:rsidR="00BC7EB4" w:rsidRDefault="00BC7EB4" w:rsidP="00180107"/>
          <w:p w:rsidR="00A15583" w:rsidRPr="002D20AC" w:rsidRDefault="00144042" w:rsidP="00180107">
            <w:r>
              <w:t>If there is no one you would like</w:t>
            </w:r>
            <w:r w:rsidR="00BC7EB4">
              <w:t xml:space="preserve"> to write to on the outside, travel through time and write a letter to your younger self. What advice would you give? </w:t>
            </w:r>
          </w:p>
          <w:p w:rsidR="00A15583" w:rsidRDefault="00A15583" w:rsidP="00180107"/>
          <w:p w:rsidR="009309A1" w:rsidRDefault="00BC7EB4" w:rsidP="00180107">
            <w:r>
              <w:t xml:space="preserve">If you like </w:t>
            </w:r>
            <w:r w:rsidR="00142AF5">
              <w:t xml:space="preserve">creative writing, write a poem about a paper airplane that is blown </w:t>
            </w:r>
            <w:r w:rsidR="0023092F">
              <w:t xml:space="preserve">away. Try and make every two lines rhyme. </w:t>
            </w:r>
          </w:p>
          <w:p w:rsidR="0023092F" w:rsidRPr="00CA13EE" w:rsidRDefault="0023092F" w:rsidP="00180107"/>
        </w:tc>
      </w:tr>
      <w:tr w:rsidR="00A15583" w:rsidTr="00A15583">
        <w:tc>
          <w:tcPr>
            <w:tcW w:w="2122" w:type="dxa"/>
          </w:tcPr>
          <w:p w:rsidR="00A15583" w:rsidRDefault="00A15583" w:rsidP="00180107">
            <w:pPr>
              <w:rPr>
                <w:b/>
              </w:rPr>
            </w:pPr>
            <w:r>
              <w:rPr>
                <w:b/>
              </w:rPr>
              <w:t xml:space="preserve">Day </w:t>
            </w:r>
            <w:r w:rsidR="0001222D">
              <w:rPr>
                <w:b/>
              </w:rPr>
              <w:t>1</w:t>
            </w:r>
            <w:r>
              <w:rPr>
                <w:b/>
              </w:rPr>
              <w:t>8</w:t>
            </w:r>
          </w:p>
        </w:tc>
        <w:tc>
          <w:tcPr>
            <w:tcW w:w="6894" w:type="dxa"/>
          </w:tcPr>
          <w:p w:rsidR="00A15583" w:rsidRDefault="0001222D" w:rsidP="00180107">
            <w:pPr>
              <w:rPr>
                <w:b/>
              </w:rPr>
            </w:pPr>
            <w:r>
              <w:rPr>
                <w:b/>
              </w:rPr>
              <w:t xml:space="preserve">Theme: </w:t>
            </w:r>
            <w:r w:rsidR="009E18C3">
              <w:rPr>
                <w:b/>
              </w:rPr>
              <w:t>Point</w:t>
            </w:r>
          </w:p>
          <w:p w:rsidR="00A15583" w:rsidRDefault="00A15583" w:rsidP="00180107">
            <w:pPr>
              <w:rPr>
                <w:b/>
              </w:rPr>
            </w:pPr>
          </w:p>
          <w:p w:rsidR="00A15583" w:rsidRDefault="00A15583" w:rsidP="00180107">
            <w:pPr>
              <w:rPr>
                <w:i/>
              </w:rPr>
            </w:pPr>
            <w:r>
              <w:rPr>
                <w:b/>
              </w:rPr>
              <w:t xml:space="preserve">Definition: </w:t>
            </w:r>
            <w:r w:rsidR="009E18C3" w:rsidRPr="009E18C3">
              <w:rPr>
                <w:i/>
              </w:rPr>
              <w:t>1.</w:t>
            </w:r>
            <w:r w:rsidR="009E18C3">
              <w:rPr>
                <w:b/>
              </w:rPr>
              <w:t xml:space="preserve"> </w:t>
            </w:r>
            <w:r w:rsidR="009E18C3">
              <w:rPr>
                <w:i/>
              </w:rPr>
              <w:t xml:space="preserve">An exact position (location). </w:t>
            </w:r>
          </w:p>
          <w:p w:rsidR="009E18C3" w:rsidRDefault="009E18C3" w:rsidP="00180107">
            <w:pPr>
              <w:rPr>
                <w:i/>
              </w:rPr>
            </w:pPr>
            <w:r>
              <w:rPr>
                <w:i/>
              </w:rPr>
              <w:t xml:space="preserve">2. To direct someone’s attention towards something e.g. “she pointed at the snail”. </w:t>
            </w:r>
          </w:p>
          <w:p w:rsidR="009E18C3" w:rsidRPr="009E18C3" w:rsidRDefault="009E18C3" w:rsidP="00180107">
            <w:pPr>
              <w:rPr>
                <w:i/>
              </w:rPr>
            </w:pPr>
            <w:r>
              <w:rPr>
                <w:i/>
              </w:rPr>
              <w:t xml:space="preserve">3. </w:t>
            </w:r>
            <w:r w:rsidR="004F47EF">
              <w:rPr>
                <w:i/>
              </w:rPr>
              <w:t>A</w:t>
            </w:r>
            <w:r w:rsidR="004F47EF" w:rsidRPr="004F47EF">
              <w:rPr>
                <w:i/>
              </w:rPr>
              <w:t xml:space="preserve"> dot or other punctuation </w:t>
            </w:r>
            <w:r w:rsidR="004F47EF">
              <w:rPr>
                <w:i/>
              </w:rPr>
              <w:t xml:space="preserve">mark, in particular a full stop at the end of a sentence. </w:t>
            </w:r>
          </w:p>
          <w:p w:rsidR="00A15583" w:rsidRDefault="00A15583" w:rsidP="00180107">
            <w:pPr>
              <w:rPr>
                <w:i/>
              </w:rPr>
            </w:pPr>
          </w:p>
          <w:p w:rsidR="00A15583" w:rsidRPr="004F47EF" w:rsidRDefault="00A15583" w:rsidP="00180107">
            <w:r>
              <w:rPr>
                <w:b/>
              </w:rPr>
              <w:t xml:space="preserve">Writing tips: </w:t>
            </w:r>
            <w:r w:rsidR="004F47EF">
              <w:t>Leaving prison is the end of a custodial sentence. What are your goals for life on the outside? Where do you want to be in five years? Write your plan for the future and detail the steps</w:t>
            </w:r>
            <w:r w:rsidR="009F0FC4">
              <w:t xml:space="preserve"> you need to take to get to that point. </w:t>
            </w:r>
          </w:p>
          <w:p w:rsidR="00A15583" w:rsidRDefault="00A15583" w:rsidP="00180107"/>
          <w:p w:rsidR="00D97456" w:rsidRDefault="00A15583" w:rsidP="00180107">
            <w:r>
              <w:t xml:space="preserve">If you like creative writing, </w:t>
            </w:r>
            <w:r w:rsidR="004F47EF">
              <w:t>write</w:t>
            </w:r>
            <w:r w:rsidR="009828AE">
              <w:t xml:space="preserve"> a story about a treasure hunt. There is a map with the treasure’s location, but it is hidden in a cave at Lizard’s Point and guarded by reptiles. </w:t>
            </w:r>
            <w:r w:rsidR="00D97456">
              <w:t xml:space="preserve">Who hide the map there and why? </w:t>
            </w:r>
            <w:r w:rsidR="00883CBA">
              <w:t xml:space="preserve">Are the reptiles good or bad? (Don’t assume they are evil). </w:t>
            </w:r>
            <w:r w:rsidR="00D97456">
              <w:t>Do the characters in the story manage to find the treasure?</w:t>
            </w:r>
            <w:r w:rsidR="005C56F7">
              <w:t xml:space="preserve"> What happens when the treasure is found? </w:t>
            </w:r>
          </w:p>
          <w:p w:rsidR="00D97456" w:rsidRDefault="00D97456" w:rsidP="00180107"/>
          <w:p w:rsidR="00B07905" w:rsidRPr="00F53114" w:rsidRDefault="00D97456" w:rsidP="00180107">
            <w:r w:rsidRPr="00D97456">
              <w:rPr>
                <w:i/>
              </w:rPr>
              <w:t>Note:</w:t>
            </w:r>
            <w:r>
              <w:t xml:space="preserve"> The treasure cannot be money or gold</w:t>
            </w:r>
            <w:r w:rsidR="00CA1F04">
              <w:t xml:space="preserve">. </w:t>
            </w:r>
          </w:p>
        </w:tc>
      </w:tr>
      <w:tr w:rsidR="00D51FAC" w:rsidTr="00A15583">
        <w:tc>
          <w:tcPr>
            <w:tcW w:w="2122" w:type="dxa"/>
          </w:tcPr>
          <w:p w:rsidR="00D51FAC" w:rsidRDefault="00D51FAC" w:rsidP="00180107">
            <w:pPr>
              <w:rPr>
                <w:b/>
              </w:rPr>
            </w:pPr>
            <w:r>
              <w:rPr>
                <w:b/>
              </w:rPr>
              <w:lastRenderedPageBreak/>
              <w:t xml:space="preserve">Day </w:t>
            </w:r>
            <w:r w:rsidR="00597538">
              <w:rPr>
                <w:b/>
              </w:rPr>
              <w:t>1</w:t>
            </w:r>
            <w:r>
              <w:rPr>
                <w:b/>
              </w:rPr>
              <w:t xml:space="preserve">9 </w:t>
            </w:r>
          </w:p>
        </w:tc>
        <w:tc>
          <w:tcPr>
            <w:tcW w:w="6894" w:type="dxa"/>
          </w:tcPr>
          <w:p w:rsidR="00D51FAC" w:rsidRDefault="00064885" w:rsidP="00180107">
            <w:pPr>
              <w:rPr>
                <w:b/>
              </w:rPr>
            </w:pPr>
            <w:r>
              <w:rPr>
                <w:b/>
              </w:rPr>
              <w:t>Theme: Love</w:t>
            </w:r>
          </w:p>
          <w:p w:rsidR="00D51FAC" w:rsidRDefault="00D51FAC" w:rsidP="00180107">
            <w:pPr>
              <w:rPr>
                <w:b/>
              </w:rPr>
            </w:pPr>
          </w:p>
          <w:p w:rsidR="00064885" w:rsidRDefault="00D51FAC" w:rsidP="00180107">
            <w:pPr>
              <w:rPr>
                <w:i/>
              </w:rPr>
            </w:pPr>
            <w:r>
              <w:rPr>
                <w:b/>
              </w:rPr>
              <w:t xml:space="preserve">Definition: </w:t>
            </w:r>
            <w:r w:rsidR="00064885">
              <w:rPr>
                <w:i/>
              </w:rPr>
              <w:t>1. Deep affection</w:t>
            </w:r>
          </w:p>
          <w:p w:rsidR="00064885" w:rsidRDefault="00064885" w:rsidP="00180107">
            <w:pPr>
              <w:rPr>
                <w:i/>
              </w:rPr>
            </w:pPr>
            <w:r>
              <w:rPr>
                <w:i/>
              </w:rPr>
              <w:t xml:space="preserve">2. A great interest in something </w:t>
            </w:r>
          </w:p>
          <w:p w:rsidR="004124A1" w:rsidRDefault="004124A1" w:rsidP="00180107">
            <w:pPr>
              <w:rPr>
                <w:i/>
              </w:rPr>
            </w:pPr>
          </w:p>
          <w:p w:rsidR="00C26ED0" w:rsidRDefault="00C26ED0" w:rsidP="00180107">
            <w:r>
              <w:rPr>
                <w:b/>
              </w:rPr>
              <w:t xml:space="preserve">Writing tips: </w:t>
            </w:r>
            <w:r w:rsidR="00043203">
              <w:t>T</w:t>
            </w:r>
            <w:r w:rsidR="004124A1">
              <w:t xml:space="preserve">hink about your favourite </w:t>
            </w:r>
            <w:r w:rsidR="00043203">
              <w:t xml:space="preserve">hobby. Explain what it is and why you love it. If you don’t have a hobby, write about a hobby you would love to try. </w:t>
            </w:r>
          </w:p>
          <w:p w:rsidR="00043203" w:rsidRDefault="00043203" w:rsidP="00180107"/>
          <w:p w:rsidR="00043203" w:rsidRDefault="00043203" w:rsidP="00180107">
            <w:r>
              <w:t xml:space="preserve">If you like creative writing, take the letters that make up the word ‘love’, put them in the opposite order (E becomes the first letter, V the second letter </w:t>
            </w:r>
            <w:proofErr w:type="spellStart"/>
            <w:r>
              <w:t>etc</w:t>
            </w:r>
            <w:proofErr w:type="spellEnd"/>
            <w:r>
              <w:t xml:space="preserve">) and add the letters ‘ve’ at the end of your new word. Write a story inspired by the new word. </w:t>
            </w:r>
          </w:p>
          <w:p w:rsidR="00043203" w:rsidRDefault="00043203" w:rsidP="00180107"/>
          <w:p w:rsidR="00043203" w:rsidRDefault="00043203" w:rsidP="00180107">
            <w:r w:rsidRPr="00043203">
              <w:rPr>
                <w:i/>
              </w:rPr>
              <w:t>Hint:</w:t>
            </w:r>
            <w:r>
              <w:t xml:space="preserve"> The definition of the new word is “to develop gradually”. </w:t>
            </w:r>
          </w:p>
          <w:p w:rsidR="0071311E" w:rsidRDefault="0071311E" w:rsidP="00180107"/>
          <w:p w:rsidR="00C26ED0" w:rsidRPr="00C26ED0" w:rsidRDefault="0071311E" w:rsidP="0001222D">
            <w:r>
              <w:t xml:space="preserve">Need story inspiration? Think of the life of a caterpillar. </w:t>
            </w:r>
          </w:p>
        </w:tc>
      </w:tr>
      <w:tr w:rsidR="00C26ED0" w:rsidTr="00A15583">
        <w:tc>
          <w:tcPr>
            <w:tcW w:w="2122" w:type="dxa"/>
          </w:tcPr>
          <w:p w:rsidR="00C26ED0" w:rsidRDefault="0098320A" w:rsidP="00180107">
            <w:pPr>
              <w:rPr>
                <w:b/>
              </w:rPr>
            </w:pPr>
            <w:r>
              <w:rPr>
                <w:b/>
              </w:rPr>
              <w:t>Day 20</w:t>
            </w:r>
          </w:p>
        </w:tc>
        <w:tc>
          <w:tcPr>
            <w:tcW w:w="6894" w:type="dxa"/>
          </w:tcPr>
          <w:p w:rsidR="00C26ED0" w:rsidRDefault="00B11D38" w:rsidP="00180107">
            <w:pPr>
              <w:rPr>
                <w:b/>
              </w:rPr>
            </w:pPr>
            <w:r>
              <w:rPr>
                <w:b/>
              </w:rPr>
              <w:t xml:space="preserve">Theme: </w:t>
            </w:r>
            <w:r w:rsidR="0098320A">
              <w:rPr>
                <w:b/>
              </w:rPr>
              <w:t xml:space="preserve">Write/ Right </w:t>
            </w:r>
          </w:p>
          <w:p w:rsidR="00C26ED0" w:rsidRDefault="00C26ED0" w:rsidP="00180107">
            <w:pPr>
              <w:rPr>
                <w:b/>
              </w:rPr>
            </w:pPr>
          </w:p>
          <w:p w:rsidR="009309A1" w:rsidRDefault="009309A1" w:rsidP="00180107">
            <w:pPr>
              <w:rPr>
                <w:i/>
              </w:rPr>
            </w:pPr>
            <w:r>
              <w:rPr>
                <w:b/>
              </w:rPr>
              <w:t>Definition</w:t>
            </w:r>
            <w:r w:rsidR="00A2322B">
              <w:rPr>
                <w:b/>
              </w:rPr>
              <w:t xml:space="preserve">: </w:t>
            </w:r>
            <w:r w:rsidR="00C1413C" w:rsidRPr="00C1413C">
              <w:rPr>
                <w:i/>
              </w:rPr>
              <w:t>1.</w:t>
            </w:r>
            <w:r w:rsidR="00C1413C">
              <w:rPr>
                <w:b/>
                <w:i/>
              </w:rPr>
              <w:t xml:space="preserve"> </w:t>
            </w:r>
            <w:r w:rsidR="0098320A" w:rsidRPr="00C1413C">
              <w:rPr>
                <w:b/>
                <w:i/>
              </w:rPr>
              <w:t>Write</w:t>
            </w:r>
            <w:r w:rsidR="0098320A" w:rsidRPr="0098320A">
              <w:rPr>
                <w:i/>
              </w:rPr>
              <w:t xml:space="preserve"> </w:t>
            </w:r>
            <w:r w:rsidR="00C1413C">
              <w:rPr>
                <w:i/>
              </w:rPr>
              <w:t>–</w:t>
            </w:r>
            <w:r w:rsidR="0098320A" w:rsidRPr="0098320A">
              <w:rPr>
                <w:i/>
              </w:rPr>
              <w:t xml:space="preserve"> </w:t>
            </w:r>
            <w:r w:rsidR="00C1413C">
              <w:rPr>
                <w:i/>
              </w:rPr>
              <w:t xml:space="preserve">to form words on the surface of paper with a pen or pencil. </w:t>
            </w:r>
          </w:p>
          <w:p w:rsidR="00C1413C" w:rsidRDefault="00C1413C" w:rsidP="00180107">
            <w:pPr>
              <w:rPr>
                <w:i/>
              </w:rPr>
            </w:pPr>
            <w:r>
              <w:rPr>
                <w:i/>
              </w:rPr>
              <w:t xml:space="preserve">2. </w:t>
            </w:r>
            <w:proofErr w:type="gramStart"/>
            <w:r>
              <w:rPr>
                <w:i/>
              </w:rPr>
              <w:t>a</w:t>
            </w:r>
            <w:proofErr w:type="gramEnd"/>
            <w:r>
              <w:rPr>
                <w:i/>
              </w:rPr>
              <w:t xml:space="preserve">) </w:t>
            </w:r>
            <w:r w:rsidRPr="00C1413C">
              <w:rPr>
                <w:b/>
                <w:i/>
              </w:rPr>
              <w:t xml:space="preserve">Right </w:t>
            </w:r>
            <w:r>
              <w:rPr>
                <w:i/>
              </w:rPr>
              <w:t xml:space="preserve">– in accordance with what is good, proper or just e.g. “it was the right thing to do”. </w:t>
            </w:r>
          </w:p>
          <w:p w:rsidR="00C1413C" w:rsidRDefault="00C1413C" w:rsidP="00180107">
            <w:pPr>
              <w:rPr>
                <w:i/>
              </w:rPr>
            </w:pPr>
            <w:r>
              <w:rPr>
                <w:i/>
              </w:rPr>
              <w:t xml:space="preserve">b) That which is due to anyone by just claim e.g. human rights. </w:t>
            </w:r>
          </w:p>
          <w:p w:rsidR="00C1413C" w:rsidRPr="0098320A" w:rsidRDefault="00C1413C" w:rsidP="00180107">
            <w:pPr>
              <w:rPr>
                <w:i/>
              </w:rPr>
            </w:pPr>
            <w:r>
              <w:rPr>
                <w:i/>
              </w:rPr>
              <w:t xml:space="preserve">c) The opposite of left (direction). </w:t>
            </w:r>
          </w:p>
          <w:p w:rsidR="00A2322B" w:rsidRDefault="00A2322B" w:rsidP="00180107">
            <w:pPr>
              <w:rPr>
                <w:b/>
              </w:rPr>
            </w:pPr>
          </w:p>
          <w:p w:rsidR="00A2322B" w:rsidRDefault="00A2322B" w:rsidP="00180107">
            <w:r>
              <w:rPr>
                <w:b/>
              </w:rPr>
              <w:t xml:space="preserve">Writing tips: </w:t>
            </w:r>
            <w:r w:rsidR="00C1413C">
              <w:t xml:space="preserve">You have reached day 20 of the Penned by a Prisoner writing challenge! Well done. </w:t>
            </w:r>
          </w:p>
          <w:p w:rsidR="00C1413C" w:rsidRDefault="00C1413C" w:rsidP="00180107"/>
          <w:p w:rsidR="00C1413C" w:rsidRDefault="00C1413C" w:rsidP="00180107">
            <w:r>
              <w:t xml:space="preserve">Today, there are two options. You have been writing quite a lot and might have some of your own ideas for themes – if so, follow the “write” theme and write on any topic you like! </w:t>
            </w:r>
          </w:p>
          <w:p w:rsidR="00C1413C" w:rsidRDefault="00C1413C" w:rsidP="00180107"/>
          <w:p w:rsidR="00C1413C" w:rsidRDefault="00C1413C" w:rsidP="00180107">
            <w:r>
              <w:t xml:space="preserve">If you prefer to </w:t>
            </w:r>
            <w:r w:rsidR="00B07905">
              <w:t xml:space="preserve">follow </w:t>
            </w:r>
            <w:r>
              <w:t xml:space="preserve">a theme, write </w:t>
            </w:r>
            <w:r w:rsidR="00E57100">
              <w:t xml:space="preserve">under the “right” theme. Here are some questions to help inspire you: </w:t>
            </w:r>
          </w:p>
          <w:p w:rsidR="00E57100" w:rsidRDefault="00E57100" w:rsidP="00180107"/>
          <w:p w:rsidR="00E805CC" w:rsidRDefault="007769C6" w:rsidP="00180107">
            <w:r>
              <w:t xml:space="preserve">Think about a time you were faced with a decision. What choice did you make? Reflect on the steps that led to that decision. Is there anything you would change? What factors influenced you? Do you feel you made the right choice? If not, and you were faced with a similar decision in the future, how would you respond differently? </w:t>
            </w:r>
          </w:p>
          <w:p w:rsidR="00E57100" w:rsidRDefault="00E57100" w:rsidP="00180107"/>
          <w:p w:rsidR="00E57100" w:rsidRPr="001C5C7F" w:rsidRDefault="00E57100" w:rsidP="00180107">
            <w:r>
              <w:t xml:space="preserve">If you like creative writing, </w:t>
            </w:r>
            <w:r w:rsidR="002767C6">
              <w:t xml:space="preserve">write a story about a car journey where the driver goes right instead of left. When they realise they’ve taken a wrong turn, the car breaks down. What happens next? Where does the new road bring them? </w:t>
            </w:r>
            <w:r w:rsidR="002F3CF9">
              <w:t xml:space="preserve"> </w:t>
            </w:r>
          </w:p>
          <w:p w:rsidR="00C26ED0" w:rsidRDefault="00C26ED0" w:rsidP="00180107">
            <w:pPr>
              <w:rPr>
                <w:b/>
              </w:rPr>
            </w:pPr>
          </w:p>
        </w:tc>
        <w:bookmarkStart w:id="0" w:name="_GoBack"/>
        <w:bookmarkEnd w:id="0"/>
      </w:tr>
    </w:tbl>
    <w:p w:rsidR="00C857AC" w:rsidRDefault="00C857AC" w:rsidP="00C857AC">
      <w:pPr>
        <w:rPr>
          <w:b/>
        </w:rPr>
      </w:pPr>
    </w:p>
    <w:p w:rsidR="00495EFA" w:rsidRPr="004124A1" w:rsidRDefault="009309A1">
      <w:pPr>
        <w:rPr>
          <w:b/>
        </w:rPr>
      </w:pPr>
      <w:r>
        <w:rPr>
          <w:b/>
        </w:rPr>
        <w:t xml:space="preserve">There will be more Penned </w:t>
      </w:r>
      <w:proofErr w:type="gramStart"/>
      <w:r>
        <w:rPr>
          <w:b/>
        </w:rPr>
        <w:t>By A</w:t>
      </w:r>
      <w:proofErr w:type="gramEnd"/>
      <w:r>
        <w:rPr>
          <w:b/>
        </w:rPr>
        <w:t xml:space="preserve"> Prisoner daily writing challenges created so if you like them, please ask the member </w:t>
      </w:r>
      <w:r w:rsidR="00316509">
        <w:rPr>
          <w:b/>
        </w:rPr>
        <w:t>of staff who gave you this for the next ones</w:t>
      </w:r>
      <w:r>
        <w:rPr>
          <w:b/>
        </w:rPr>
        <w:t xml:space="preserve">! Happy writing </w:t>
      </w:r>
      <w:r w:rsidRPr="009309A1">
        <w:rPr>
          <w:b/>
        </w:rPr>
        <w:sym w:font="Wingdings" w:char="F04A"/>
      </w:r>
      <w:r>
        <w:rPr>
          <w:b/>
        </w:rPr>
        <w:t xml:space="preserve"> </w:t>
      </w:r>
    </w:p>
    <w:sectPr w:rsidR="00495EFA" w:rsidRPr="004124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741E1"/>
    <w:multiLevelType w:val="hybridMultilevel"/>
    <w:tmpl w:val="066474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2FD53C3"/>
    <w:multiLevelType w:val="hybridMultilevel"/>
    <w:tmpl w:val="3C3E6ADC"/>
    <w:lvl w:ilvl="0" w:tplc="4000B5E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9601D89"/>
    <w:multiLevelType w:val="hybridMultilevel"/>
    <w:tmpl w:val="27A8A5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82D"/>
    <w:rsid w:val="00004D49"/>
    <w:rsid w:val="0001222D"/>
    <w:rsid w:val="00043203"/>
    <w:rsid w:val="00064885"/>
    <w:rsid w:val="0009383D"/>
    <w:rsid w:val="000E14F3"/>
    <w:rsid w:val="001069A1"/>
    <w:rsid w:val="00142AF5"/>
    <w:rsid w:val="00144042"/>
    <w:rsid w:val="00145255"/>
    <w:rsid w:val="00181A31"/>
    <w:rsid w:val="00193DE4"/>
    <w:rsid w:val="001C5C7F"/>
    <w:rsid w:val="001D2166"/>
    <w:rsid w:val="001E391C"/>
    <w:rsid w:val="002254FF"/>
    <w:rsid w:val="0023092F"/>
    <w:rsid w:val="002365B8"/>
    <w:rsid w:val="00262408"/>
    <w:rsid w:val="00272D1D"/>
    <w:rsid w:val="002767C6"/>
    <w:rsid w:val="002D20AC"/>
    <w:rsid w:val="002E2034"/>
    <w:rsid w:val="002E4453"/>
    <w:rsid w:val="002F3CF9"/>
    <w:rsid w:val="00316509"/>
    <w:rsid w:val="00322B3C"/>
    <w:rsid w:val="00396975"/>
    <w:rsid w:val="003A5CA9"/>
    <w:rsid w:val="004124A1"/>
    <w:rsid w:val="00416451"/>
    <w:rsid w:val="00422348"/>
    <w:rsid w:val="0042473C"/>
    <w:rsid w:val="00455601"/>
    <w:rsid w:val="00495EFA"/>
    <w:rsid w:val="004A174F"/>
    <w:rsid w:val="004B37B3"/>
    <w:rsid w:val="004C3B58"/>
    <w:rsid w:val="004D14A6"/>
    <w:rsid w:val="004D22E1"/>
    <w:rsid w:val="004E098F"/>
    <w:rsid w:val="004F47EF"/>
    <w:rsid w:val="00591FE4"/>
    <w:rsid w:val="00597538"/>
    <w:rsid w:val="005C56F7"/>
    <w:rsid w:val="0064282D"/>
    <w:rsid w:val="00687C15"/>
    <w:rsid w:val="006B6AAD"/>
    <w:rsid w:val="0071311E"/>
    <w:rsid w:val="00724A1B"/>
    <w:rsid w:val="0072543A"/>
    <w:rsid w:val="00727C7A"/>
    <w:rsid w:val="007552FF"/>
    <w:rsid w:val="007562E7"/>
    <w:rsid w:val="007666DA"/>
    <w:rsid w:val="007769C6"/>
    <w:rsid w:val="007E65A2"/>
    <w:rsid w:val="00804BE2"/>
    <w:rsid w:val="00866E0F"/>
    <w:rsid w:val="0087457B"/>
    <w:rsid w:val="00883CBA"/>
    <w:rsid w:val="008A5EC4"/>
    <w:rsid w:val="00902974"/>
    <w:rsid w:val="0092187F"/>
    <w:rsid w:val="009309A1"/>
    <w:rsid w:val="009828AE"/>
    <w:rsid w:val="0098320A"/>
    <w:rsid w:val="0098410A"/>
    <w:rsid w:val="009C3C97"/>
    <w:rsid w:val="009E18C3"/>
    <w:rsid w:val="009F0FC4"/>
    <w:rsid w:val="00A15583"/>
    <w:rsid w:val="00A2322B"/>
    <w:rsid w:val="00A91D4F"/>
    <w:rsid w:val="00B0609C"/>
    <w:rsid w:val="00B07905"/>
    <w:rsid w:val="00B11D38"/>
    <w:rsid w:val="00B230C5"/>
    <w:rsid w:val="00B449F7"/>
    <w:rsid w:val="00B707EB"/>
    <w:rsid w:val="00B81208"/>
    <w:rsid w:val="00B96CA1"/>
    <w:rsid w:val="00BC7EB4"/>
    <w:rsid w:val="00C1413C"/>
    <w:rsid w:val="00C2271A"/>
    <w:rsid w:val="00C26ED0"/>
    <w:rsid w:val="00C461DD"/>
    <w:rsid w:val="00C857AC"/>
    <w:rsid w:val="00CA1F04"/>
    <w:rsid w:val="00CD0E4F"/>
    <w:rsid w:val="00CE6B24"/>
    <w:rsid w:val="00D51FAC"/>
    <w:rsid w:val="00D64F1C"/>
    <w:rsid w:val="00D97456"/>
    <w:rsid w:val="00DE059A"/>
    <w:rsid w:val="00DF195D"/>
    <w:rsid w:val="00E034CB"/>
    <w:rsid w:val="00E57100"/>
    <w:rsid w:val="00E805CC"/>
    <w:rsid w:val="00E8205C"/>
    <w:rsid w:val="00EA0C00"/>
    <w:rsid w:val="00EA7A0B"/>
    <w:rsid w:val="00EE269F"/>
    <w:rsid w:val="00EF297F"/>
    <w:rsid w:val="00F13848"/>
    <w:rsid w:val="00F53114"/>
    <w:rsid w:val="00F55088"/>
    <w:rsid w:val="00F66D34"/>
    <w:rsid w:val="00F8038C"/>
    <w:rsid w:val="00FC25F3"/>
    <w:rsid w:val="00FD30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921DF-0B5F-40DF-BD42-E0D943326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EFA"/>
    <w:pPr>
      <w:ind w:left="720"/>
      <w:contextualSpacing/>
    </w:pPr>
  </w:style>
  <w:style w:type="table" w:styleId="TableGrid">
    <w:name w:val="Table Grid"/>
    <w:basedOn w:val="TableNormal"/>
    <w:uiPriority w:val="39"/>
    <w:rsid w:val="00902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232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1035627">
      <w:bodyDiv w:val="1"/>
      <w:marLeft w:val="0"/>
      <w:marRight w:val="0"/>
      <w:marTop w:val="0"/>
      <w:marBottom w:val="0"/>
      <w:divBdr>
        <w:top w:val="none" w:sz="0" w:space="0" w:color="auto"/>
        <w:left w:val="none" w:sz="0" w:space="0" w:color="auto"/>
        <w:bottom w:val="none" w:sz="0" w:space="0" w:color="auto"/>
        <w:right w:val="none" w:sz="0" w:space="0" w:color="auto"/>
      </w:divBdr>
      <w:divsChild>
        <w:div w:id="587933877">
          <w:marLeft w:val="0"/>
          <w:marRight w:val="0"/>
          <w:marTop w:val="0"/>
          <w:marBottom w:val="0"/>
          <w:divBdr>
            <w:top w:val="none" w:sz="0" w:space="0" w:color="auto"/>
            <w:left w:val="none" w:sz="0" w:space="0" w:color="auto"/>
            <w:bottom w:val="none" w:sz="0" w:space="0" w:color="auto"/>
            <w:right w:val="none" w:sz="0" w:space="0" w:color="auto"/>
          </w:divBdr>
        </w:div>
      </w:divsChild>
    </w:div>
    <w:div w:id="1078288417">
      <w:bodyDiv w:val="1"/>
      <w:marLeft w:val="0"/>
      <w:marRight w:val="0"/>
      <w:marTop w:val="0"/>
      <w:marBottom w:val="0"/>
      <w:divBdr>
        <w:top w:val="none" w:sz="0" w:space="0" w:color="auto"/>
        <w:left w:val="none" w:sz="0" w:space="0" w:color="auto"/>
        <w:bottom w:val="none" w:sz="0" w:space="0" w:color="auto"/>
        <w:right w:val="none" w:sz="0" w:space="0" w:color="auto"/>
      </w:divBdr>
      <w:divsChild>
        <w:div w:id="12132683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BFE3D-1D0A-4F2C-A49B-731CB4E70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D7A4544B</Template>
  <TotalTime>866</TotalTime>
  <Pages>4</Pages>
  <Words>1256</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Aoife Allen</dc:creator>
  <cp:keywords/>
  <dc:description/>
  <cp:lastModifiedBy>Allen, Aoife [HMPS]</cp:lastModifiedBy>
  <cp:revision>69</cp:revision>
  <dcterms:created xsi:type="dcterms:W3CDTF">2020-03-30T09:21:00Z</dcterms:created>
  <dcterms:modified xsi:type="dcterms:W3CDTF">2020-04-01T09:57:00Z</dcterms:modified>
</cp:coreProperties>
</file>